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39" cy="57911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英语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电气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英语   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>23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电子、化工、光电</w:t>
            </w:r>
            <w:r>
              <w:rPr>
                <w:rFonts w:hint="eastAsia" w:asci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>黄丽云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学生熟练掌握单词及其用法。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掌握基本的语法格式。</w:t>
            </w:r>
          </w:p>
          <w:p>
            <w:pPr>
              <w:widowControl/>
              <w:numPr>
                <w:ilvl w:val="0"/>
                <w:numId w:val="2"/>
              </w:numPr>
              <w:ind w:left="680" w:hanging="36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通过具体句型，例句和场景掌握语法知识。</w:t>
            </w:r>
          </w:p>
          <w:p>
            <w:pPr>
              <w:widowControl/>
              <w:numPr>
                <w:ilvl w:val="0"/>
                <w:numId w:val="2"/>
              </w:numPr>
              <w:ind w:left="680" w:hanging="36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eastAsia="zh-CN"/>
              </w:rPr>
              <w:t>通过学习，能够结合具体的话题进行简单的对话。</w:t>
            </w:r>
          </w:p>
          <w:p>
            <w:pPr>
              <w:widowControl/>
              <w:numPr>
                <w:ilvl w:val="0"/>
                <w:numId w:val="2"/>
              </w:numPr>
              <w:ind w:left="680" w:hanging="36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eastAsia="zh-CN"/>
              </w:rPr>
              <w:t>掌握一些做题技巧，提高应试能力。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 本学年我任教2023</w:t>
            </w:r>
            <w:r>
              <w:rPr>
                <w:rFonts w:ascii="宋体" w:eastAsia="宋体" w:cs="宋体"/>
                <w:kern w:val="0"/>
                <w:sz w:val="32"/>
                <w:szCs w:val="32"/>
                <w:lang w:val="en-US" w:eastAsia="zh-CN"/>
              </w:rPr>
              <w:t>级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三个班的英语教学。这三个班都是六十多名学生，普遍基础较差，大部分学生入学成绩十几，二十几分，还有些学生不到十分。更为重要的是普遍不喜欢学英语，一看英语就头疼，缺乏学习英语的兴趣。很多同学希望上英语课时不要提问，下课后不要布置作业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教材分析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坚持立德树人，注重学科育人。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坚持以学生为中心，提升核心素养。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坚持职教特色，体现行业发展。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坚持由浅入深，实现学练结合，深化应用目标。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四、教学重点难点：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词汇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与短语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的学习与运用。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基本句型的应用。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交际用语的运用。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语法与学习的掌握。</w:t>
            </w:r>
          </w:p>
          <w:p>
            <w:pPr>
              <w:spacing w:line="420" w:lineRule="exact"/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4.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书面表达，职场应用。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教学方法及采取措施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: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坚持以人为本，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以课本为依据，抓好基础知识。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充分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利用好课堂测试，作业等环节，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注意教学方法，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做好课后反思。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对听说读写基本技能加强训练。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对所学知识，分阶段结构总结以便于学生掌握。</w:t>
            </w:r>
          </w:p>
          <w:p>
            <w:pPr>
              <w:numPr>
                <w:ilvl w:val="0"/>
                <w:numId w:val="5"/>
              </w:numPr>
              <w:spacing w:line="420" w:lineRule="exact"/>
              <w:ind w:left="360" w:hanging="360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对书面表达加强训练。</w:t>
            </w:r>
          </w:p>
          <w:p>
            <w:pPr>
              <w:numPr>
                <w:ilvl w:val="0"/>
                <w:numId w:val="5"/>
              </w:numPr>
              <w:spacing w:line="420" w:lineRule="exact"/>
              <w:ind w:left="360" w:hanging="360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重视课外阅读，开拓学生视野。</w:t>
            </w:r>
          </w:p>
        </w:tc>
      </w:tr>
    </w:tbl>
    <w:p/>
    <w:tbl>
      <w:tblPr>
        <w:tblStyle w:val="5"/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5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 xml:space="preserve">When Disaster Strikers             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>When Disaster Strikers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>When Disaster Strikers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>When Disaster Strikers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 xml:space="preserve">When Disaster Strikers             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Grannar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6"/>
                <w:szCs w:val="36"/>
                <w:lang w:val="en-US" w:eastAsia="zh-CN"/>
              </w:rPr>
              <w:t>Grammar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  <w:bookmarkStart w:id="0" w:name="_GoBack"/>
            <w:bookmarkEnd w:id="0"/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200"/>
              <w:jc w:val="left"/>
              <w:rPr>
                <w:rFonts w:hint="default" w:asci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6"/>
                <w:szCs w:val="36"/>
                <w:lang w:val="en-US" w:eastAsia="zh-CN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105" w:firstLineChars="307"/>
              <w:jc w:val="left"/>
              <w:rPr>
                <w:rFonts w:hint="default" w:asci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6"/>
                <w:szCs w:val="36"/>
                <w:lang w:val="en-US" w:eastAsia="zh-CN"/>
              </w:rPr>
              <w:t>期末考试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E3CE7"/>
    <w:multiLevelType w:val="multilevel"/>
    <w:tmpl w:val="A88E3CE7"/>
    <w:lvl w:ilvl="0" w:tentative="0">
      <w:start w:val="1"/>
      <w:numFmt w:val="decimal"/>
      <w:lvlText w:val="%1."/>
      <w:legacy w:legacy="1" w:legacySpace="0" w:legacyIndent="360"/>
      <w:lvlJc w:val="left"/>
      <w:pPr>
        <w:ind w:left="68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116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58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200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42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84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326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68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4100" w:hanging="420"/>
      </w:pPr>
    </w:lvl>
  </w:abstractNum>
  <w:abstractNum w:abstractNumId="1">
    <w:nsid w:val="AE9EAFDF"/>
    <w:multiLevelType w:val="multilevel"/>
    <w:tmpl w:val="AE9EAFDF"/>
    <w:lvl w:ilvl="0" w:tentative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abstractNum w:abstractNumId="2">
    <w:nsid w:val="E5EC948D"/>
    <w:multiLevelType w:val="singleLevel"/>
    <w:tmpl w:val="E5EC948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4">
    <w:nsid w:val="72F22151"/>
    <w:multiLevelType w:val="multilevel"/>
    <w:tmpl w:val="72F22151"/>
    <w:lvl w:ilvl="0" w:tentative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TM5ZGI2MDEwZDY5OTExMzFhMGM3NjlkYjBkYzkzYTAifQ=="/>
  </w:docVars>
  <w:rsids>
    <w:rsidRoot w:val="00000000"/>
    <w:rsid w:val="1AE76E12"/>
    <w:rsid w:val="1D3C7807"/>
    <w:rsid w:val="6CD32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Times New Roman" w:eastAsia="等线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微软中国</Company>
  <Pages>6</Pages>
  <Words>791</Words>
  <Characters>1552</Characters>
  <Lines>253</Lines>
  <Paragraphs>140</Paragraphs>
  <TotalTime>15</TotalTime>
  <ScaleCrop>false</ScaleCrop>
  <LinksUpToDate>false</LinksUpToDate>
  <CharactersWithSpaces>1737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黄</cp:lastModifiedBy>
  <dcterms:modified xsi:type="dcterms:W3CDTF">2024-02-27T01:11:52Z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